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1A" w:rsidRPr="00946F1A" w:rsidRDefault="00946F1A">
      <w:pPr>
        <w:rPr>
          <w:rFonts w:ascii="Kristen ITC" w:hAnsi="Kristen ITC" w:cs="Arial"/>
          <w:color w:val="323232"/>
          <w:sz w:val="49"/>
          <w:szCs w:val="21"/>
          <w:shd w:val="clear" w:color="auto" w:fill="FFFFFF"/>
          <w:lang w:val="fr-FR"/>
        </w:rPr>
      </w:pPr>
      <w:r w:rsidRPr="00946F1A">
        <w:rPr>
          <w:rFonts w:ascii="Kristen ITC" w:hAnsi="Kristen ITC" w:cs="Arial"/>
          <w:color w:val="323232"/>
          <w:sz w:val="49"/>
          <w:szCs w:val="21"/>
          <w:shd w:val="clear" w:color="auto" w:fill="FFFFFF"/>
          <w:lang w:val="fr-FR"/>
        </w:rPr>
        <w:t>Expressions avec le mot gueule</w:t>
      </w:r>
    </w:p>
    <w:p w:rsidR="00946F1A" w:rsidRDefault="00946F1A">
      <w:pPr>
        <w:rPr>
          <w:rFonts w:ascii="Arial" w:hAnsi="Arial" w:cs="Arial"/>
          <w:color w:val="323232"/>
          <w:sz w:val="21"/>
          <w:szCs w:val="21"/>
          <w:shd w:val="clear" w:color="auto" w:fill="FFFFFF"/>
          <w:lang w:val="fr-FR"/>
        </w:rPr>
        <w:sectPr w:rsidR="00946F1A" w:rsidSect="00946F1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04979" w:rsidRPr="00946F1A" w:rsidRDefault="00946F1A">
      <w:pPr>
        <w:rPr>
          <w:sz w:val="32"/>
          <w:lang w:val="fr-FR"/>
        </w:rPr>
      </w:pP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lastRenderedPageBreak/>
        <w:t>Gueule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" w:tooltip="Definition de ouvert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ouverte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" w:tooltip="Definition de enfariné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enfarinée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6" w:tooltip="Definition de cassé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cassée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7" w:tooltip="Definition de d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'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8" w:tooltip="Definition de chie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chien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9" w:tooltip="Definition de reptil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reptile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0" w:tooltip="Definition de broche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brochet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1" w:tooltip="Definition de requi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requin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2" w:tooltip="Definition de boi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bois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3" w:tooltip="Definition de rai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raie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4" w:tooltip="Definition de empeign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empeigne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5" w:tooltip="Definition de enterremen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enterrement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d‘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6" w:tooltip="Definition de amou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amour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7" w:tooltip="Definition de du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du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8" w:tooltip="Definition de loup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loup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19" w:tooltip="Definition de l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l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'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0" w:tooltip="Definition de emploi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emploi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</w:t>
      </w:r>
      <w:bookmarkStart w:id="0" w:name="_GoBack"/>
      <w:bookmarkEnd w:id="0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e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1" w:tooltip="Definition de po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pot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2" w:tooltip="Definition de haut fourneau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haut fourneau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 d‘ 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3" w:tooltip="Definition de cano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canon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Sa gueule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4" w:tooltip="Definition de n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ne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5" w:tooltip="Definition de m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me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6" w:tooltip="Definition de revien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revient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7" w:tooltip="Definition de pa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pas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28" w:tooltip="Definition de Grand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Grande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29" w:tooltip="Definition de gross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grosse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0" w:tooltip="Definition de fin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fine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1" w:tooltip="Definition de bonn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bonne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2" w:tooltip="Definition de sal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sale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3" w:tooltip="Definition de bell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belle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4" w:tooltip="Definition de joli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jolie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,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35" w:tooltip="Definition de petit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petite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36" w:tooltip="Definition de Casse-gueul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Casse-gueule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37" w:tooltip="Definition de Drôl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Drôle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de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Coup de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38" w:tooltip="Definition de Déli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Délit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de sale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39" w:tooltip="Definition de For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Fort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0" w:tooltip="Definition de e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en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41" w:tooltip="Definition de Ta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Ta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!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Prend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2" w:tooltip="Definition de ça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ça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3" w:tooltip="Definition de dan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dans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!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En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4" w:tooltip="Definition de prend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prendre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5" w:tooltip="Definition de plei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plein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46" w:tooltip="Definition de Arrach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Arracher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la </w:t>
      </w:r>
      <w:proofErr w:type="gramStart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gueule(</w:t>
      </w:r>
      <w:proofErr w:type="gramEnd"/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7" w:tooltip="Definition de pou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pour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un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48" w:tooltip="Definition de pimen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piment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).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49" w:tooltip="Definition de Arriv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Arriver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0" w:tooltip="Definition de la gueule enfariné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la gueule enfarinée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51" w:tooltip="Definition de Avoir la gueule de boi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Avoir la gueule de bois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52" w:tooltip="Definition de Avoi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Avoir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3" w:tooltip="Definition de l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l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' emploi.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Avoir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4" w:tooltip="Definition de de la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de la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Avoir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5" w:tooltip="Definition de un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une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bonne, sale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Avoir </w:t>
      </w:r>
      <w:proofErr w:type="gramStart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une</w:t>
      </w:r>
      <w:proofErr w:type="gramEnd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 drôle de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56" w:tooltip="Definition de Bourr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Bourrer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7" w:tooltip="Definition de quelqu'un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 xml:space="preserve">quelqu‘un 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(de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8" w:tooltip="Definition de coup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coups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).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Casser la gueule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59" w:tooltip="Definition de à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à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0" w:tooltip="Definition de Charg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Charger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un canon jusqu‘ à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1" w:tooltip="Definition de Crev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Crever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ouverte.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2" w:tooltip="Definition de Emport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Emporter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la 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gueule (pour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 un piment).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3" w:tooltip="Definition de Fai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Faire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Faire la gueule à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Faire une gueule d‘ enterrement.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Faire </w:t>
      </w:r>
      <w:proofErr w:type="gramStart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une</w:t>
      </w:r>
      <w:proofErr w:type="gramEnd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 drôle de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4" w:tooltip="Definition de Ferm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Fermer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65" w:tooltip="Definition de la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la</w:t>
        </w:r>
      </w:hyperlink>
      <w:proofErr w:type="gramStart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(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proofErr w:type="gramEnd"/>
      <w:r w:rsidRPr="00946F1A">
        <w:rPr>
          <w:sz w:val="32"/>
        </w:rPr>
        <w:fldChar w:fldCharType="begin"/>
      </w:r>
      <w:r w:rsidRPr="00946F1A">
        <w:rPr>
          <w:sz w:val="32"/>
          <w:lang w:val="fr-FR"/>
        </w:rPr>
        <w:instrText xml:space="preserve"> HYPERLINK "http://www.notrefamille.com/dictionnaire/definition/ou" \o "Definition de ou" </w:instrText>
      </w:r>
      <w:r w:rsidRPr="00946F1A">
        <w:rPr>
          <w:sz w:val="32"/>
        </w:rPr>
        <w:fldChar w:fldCharType="separate"/>
      </w:r>
      <w:r w:rsidRPr="00946F1A">
        <w:rPr>
          <w:rStyle w:val="Hyperlink"/>
          <w:rFonts w:ascii="Arial" w:hAnsi="Arial" w:cs="Arial"/>
          <w:color w:val="2B2B2B"/>
          <w:sz w:val="31"/>
          <w:szCs w:val="21"/>
          <w:u w:val="none"/>
          <w:shd w:val="clear" w:color="auto" w:fill="FFFFFF"/>
          <w:lang w:val="fr-FR"/>
        </w:rPr>
        <w:t>ou</w:t>
      </w:r>
      <w:r w:rsidRPr="00946F1A">
        <w:rPr>
          <w:sz w:val="32"/>
        </w:rPr>
        <w:fldChar w:fldCharType="end"/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66" w:tooltip="Definition de sa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sa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)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7" w:tooltip="Definition de Fout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Foutre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68" w:tooltip="Definition de su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sur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à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69" w:tooltip="Definition de Mett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Mettre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son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70" w:tooltip="Definition de point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point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sur la gueule de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1" w:tooltip="Definition de Ouvri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Ouvrir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(ou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 xml:space="preserve"> sa)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2" w:tooltip="Definition de Pouss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Pousser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un coup de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3" w:tooltip="Definition de Pu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Puer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de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4" w:tooltip="Definition de Ramen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Ramener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5" w:tooltip="Definition de Saisi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Saisir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76" w:tooltip="Definition de quelque chos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quelque chose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dans sa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Se bourrer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Se casser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77" w:tooltip="Definition de Se fai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faire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78" w:tooltip="Definition de cass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casser</w:t>
        </w:r>
      </w:hyperlink>
      <w:proofErr w:type="gramStart"/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( ou</w:t>
      </w:r>
      <w:proofErr w:type="gramEnd"/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hyperlink r:id="rId79" w:tooltip="Definition de massacr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massacrer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)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0" w:tooltip="Definition de Se fendr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fendre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1" w:tooltip="Definition de Se foutre de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foutre de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de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2" w:tooltip="Definition de Se jeter dans la gueule du loup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jeter dans la gueule du loup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3" w:tooltip="Definition de S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</w:t>
        </w:r>
      </w:hyperlink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' en mettre plein 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4" w:tooltip="Definition de Se pay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payer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de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5" w:tooltip="Definition de Se précipit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Se précipiter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dans la gueule du loup.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6" w:tooltip="Definition de Tire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Tirer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Tirer la gueule à quelqu‘un.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lang w:val="fr-FR"/>
        </w:rPr>
        <w:br/>
      </w:r>
      <w:hyperlink r:id="rId87" w:tooltip="Definition de Venir" w:history="1">
        <w:r w:rsidRPr="00946F1A">
          <w:rPr>
            <w:rStyle w:val="Hyperlink"/>
            <w:rFonts w:ascii="Arial" w:hAnsi="Arial" w:cs="Arial"/>
            <w:color w:val="2B2B2B"/>
            <w:sz w:val="31"/>
            <w:szCs w:val="21"/>
            <w:u w:val="none"/>
            <w:shd w:val="clear" w:color="auto" w:fill="FFFFFF"/>
            <w:lang w:val="fr-FR"/>
          </w:rPr>
          <w:t>Venir</w:t>
        </w:r>
      </w:hyperlink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  <w:r w:rsidRPr="00946F1A">
        <w:rPr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la gueule enfarinée.</w:t>
      </w:r>
      <w:r w:rsidRPr="00946F1A">
        <w:rPr>
          <w:rStyle w:val="apple-converted-space"/>
          <w:rFonts w:ascii="Arial" w:hAnsi="Arial" w:cs="Arial"/>
          <w:color w:val="323232"/>
          <w:sz w:val="31"/>
          <w:szCs w:val="21"/>
          <w:shd w:val="clear" w:color="auto" w:fill="FFFFFF"/>
          <w:lang w:val="fr-FR"/>
        </w:rPr>
        <w:t> </w:t>
      </w:r>
    </w:p>
    <w:sectPr w:rsidR="00904979" w:rsidRPr="00946F1A" w:rsidSect="00946F1A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1A"/>
    <w:rsid w:val="00904979"/>
    <w:rsid w:val="009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C2DAAE-3251-4BCC-B515-AECC7302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46F1A"/>
  </w:style>
  <w:style w:type="character" w:styleId="Hyperlink">
    <w:name w:val="Hyperlink"/>
    <w:basedOn w:val="DefaultParagraphFont"/>
    <w:uiPriority w:val="99"/>
    <w:semiHidden/>
    <w:unhideWhenUsed/>
    <w:rsid w:val="00946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otrefamille.com/dictionnaire/definition/raie" TargetMode="External"/><Relationship Id="rId18" Type="http://schemas.openxmlformats.org/officeDocument/2006/relationships/hyperlink" Target="http://www.notrefamille.com/dictionnaire/definition/loup" TargetMode="External"/><Relationship Id="rId26" Type="http://schemas.openxmlformats.org/officeDocument/2006/relationships/hyperlink" Target="http://www.notrefamille.com/dictionnaire/definition/revient" TargetMode="External"/><Relationship Id="rId39" Type="http://schemas.openxmlformats.org/officeDocument/2006/relationships/hyperlink" Target="http://www.notrefamille.com/dictionnaire/definition/fort" TargetMode="External"/><Relationship Id="rId21" Type="http://schemas.openxmlformats.org/officeDocument/2006/relationships/hyperlink" Target="http://www.notrefamille.com/dictionnaire/definition/pot" TargetMode="External"/><Relationship Id="rId34" Type="http://schemas.openxmlformats.org/officeDocument/2006/relationships/hyperlink" Target="http://www.notrefamille.com/dictionnaire/definition/joli" TargetMode="External"/><Relationship Id="rId42" Type="http://schemas.openxmlformats.org/officeDocument/2006/relationships/hyperlink" Target="http://www.notrefamille.com/dictionnaire/definition/ca" TargetMode="External"/><Relationship Id="rId47" Type="http://schemas.openxmlformats.org/officeDocument/2006/relationships/hyperlink" Target="http://www.notrefamille.com/dictionnaire/definition/pour" TargetMode="External"/><Relationship Id="rId50" Type="http://schemas.openxmlformats.org/officeDocument/2006/relationships/hyperlink" Target="http://www.notrefamille.com/dictionnaire/definition/la_gueule_enfarinee" TargetMode="External"/><Relationship Id="rId55" Type="http://schemas.openxmlformats.org/officeDocument/2006/relationships/hyperlink" Target="http://www.notrefamille.com/dictionnaire/definition/un" TargetMode="External"/><Relationship Id="rId63" Type="http://schemas.openxmlformats.org/officeDocument/2006/relationships/hyperlink" Target="http://www.notrefamille.com/dictionnaire/definition/faire" TargetMode="External"/><Relationship Id="rId68" Type="http://schemas.openxmlformats.org/officeDocument/2006/relationships/hyperlink" Target="http://www.notrefamille.com/dictionnaire/definition/sur" TargetMode="External"/><Relationship Id="rId76" Type="http://schemas.openxmlformats.org/officeDocument/2006/relationships/hyperlink" Target="http://www.notrefamille.com/dictionnaire/definition/quelque_chose" TargetMode="External"/><Relationship Id="rId84" Type="http://schemas.openxmlformats.org/officeDocument/2006/relationships/hyperlink" Target="http://www.notrefamille.com/dictionnaire/definition/se_payer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www.notrefamille.com/dictionnaire/definition/d" TargetMode="External"/><Relationship Id="rId71" Type="http://schemas.openxmlformats.org/officeDocument/2006/relationships/hyperlink" Target="http://www.notrefamille.com/dictionnaire/definition/ouvri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otrefamille.com/dictionnaire/definition/amour" TargetMode="External"/><Relationship Id="rId29" Type="http://schemas.openxmlformats.org/officeDocument/2006/relationships/hyperlink" Target="http://www.notrefamille.com/dictionnaire/definition/grosse" TargetMode="External"/><Relationship Id="rId11" Type="http://schemas.openxmlformats.org/officeDocument/2006/relationships/hyperlink" Target="http://www.notrefamille.com/dictionnaire/definition/requin" TargetMode="External"/><Relationship Id="rId24" Type="http://schemas.openxmlformats.org/officeDocument/2006/relationships/hyperlink" Target="http://www.notrefamille.com/dictionnaire/definition/ne" TargetMode="External"/><Relationship Id="rId32" Type="http://schemas.openxmlformats.org/officeDocument/2006/relationships/hyperlink" Target="http://www.notrefamille.com/dictionnaire/definition/sale" TargetMode="External"/><Relationship Id="rId37" Type="http://schemas.openxmlformats.org/officeDocument/2006/relationships/hyperlink" Target="http://www.notrefamille.com/dictionnaire/definition/drole" TargetMode="External"/><Relationship Id="rId40" Type="http://schemas.openxmlformats.org/officeDocument/2006/relationships/hyperlink" Target="http://www.notrefamille.com/dictionnaire/definition/en" TargetMode="External"/><Relationship Id="rId45" Type="http://schemas.openxmlformats.org/officeDocument/2006/relationships/hyperlink" Target="http://www.notrefamille.com/dictionnaire/definition/plein" TargetMode="External"/><Relationship Id="rId53" Type="http://schemas.openxmlformats.org/officeDocument/2006/relationships/hyperlink" Target="http://www.notrefamille.com/dictionnaire/definition/l" TargetMode="External"/><Relationship Id="rId58" Type="http://schemas.openxmlformats.org/officeDocument/2006/relationships/hyperlink" Target="http://www.notrefamille.com/dictionnaire/definition/coup" TargetMode="External"/><Relationship Id="rId66" Type="http://schemas.openxmlformats.org/officeDocument/2006/relationships/hyperlink" Target="http://www.notrefamille.com/dictionnaire/definition/son" TargetMode="External"/><Relationship Id="rId74" Type="http://schemas.openxmlformats.org/officeDocument/2006/relationships/hyperlink" Target="http://www.notrefamille.com/dictionnaire/definition/ramener" TargetMode="External"/><Relationship Id="rId79" Type="http://schemas.openxmlformats.org/officeDocument/2006/relationships/hyperlink" Target="http://www.notrefamille.com/dictionnaire/definition/massacrer" TargetMode="External"/><Relationship Id="rId87" Type="http://schemas.openxmlformats.org/officeDocument/2006/relationships/hyperlink" Target="http://www.notrefamille.com/dictionnaire/definition/venir" TargetMode="External"/><Relationship Id="rId5" Type="http://schemas.openxmlformats.org/officeDocument/2006/relationships/hyperlink" Target="http://www.notrefamille.com/dictionnaire/definition/enfarine" TargetMode="External"/><Relationship Id="rId61" Type="http://schemas.openxmlformats.org/officeDocument/2006/relationships/hyperlink" Target="http://www.notrefamille.com/dictionnaire/definition/crever" TargetMode="External"/><Relationship Id="rId82" Type="http://schemas.openxmlformats.org/officeDocument/2006/relationships/hyperlink" Target="http://www.notrefamille.com/dictionnaire/definition/se_jeter_dans_la_gueule_du_loup" TargetMode="External"/><Relationship Id="rId19" Type="http://schemas.openxmlformats.org/officeDocument/2006/relationships/hyperlink" Target="http://www.notrefamille.com/dictionnaire/definition/l" TargetMode="External"/><Relationship Id="rId4" Type="http://schemas.openxmlformats.org/officeDocument/2006/relationships/hyperlink" Target="http://www.notrefamille.com/dictionnaire/definition/ouvert" TargetMode="External"/><Relationship Id="rId9" Type="http://schemas.openxmlformats.org/officeDocument/2006/relationships/hyperlink" Target="http://www.notrefamille.com/dictionnaire/definition/reptile" TargetMode="External"/><Relationship Id="rId14" Type="http://schemas.openxmlformats.org/officeDocument/2006/relationships/hyperlink" Target="http://www.notrefamille.com/dictionnaire/definition/empeigne" TargetMode="External"/><Relationship Id="rId22" Type="http://schemas.openxmlformats.org/officeDocument/2006/relationships/hyperlink" Target="http://www.notrefamille.com/dictionnaire/definition/haut-fourneau" TargetMode="External"/><Relationship Id="rId27" Type="http://schemas.openxmlformats.org/officeDocument/2006/relationships/hyperlink" Target="http://www.notrefamille.com/dictionnaire/definition/pas" TargetMode="External"/><Relationship Id="rId30" Type="http://schemas.openxmlformats.org/officeDocument/2006/relationships/hyperlink" Target="http://www.notrefamille.com/dictionnaire/definition/fine" TargetMode="External"/><Relationship Id="rId35" Type="http://schemas.openxmlformats.org/officeDocument/2006/relationships/hyperlink" Target="http://www.notrefamille.com/dictionnaire/definition/petit" TargetMode="External"/><Relationship Id="rId43" Type="http://schemas.openxmlformats.org/officeDocument/2006/relationships/hyperlink" Target="http://www.notrefamille.com/dictionnaire/definition/dans" TargetMode="External"/><Relationship Id="rId48" Type="http://schemas.openxmlformats.org/officeDocument/2006/relationships/hyperlink" Target="http://www.notrefamille.com/dictionnaire/definition/piment" TargetMode="External"/><Relationship Id="rId56" Type="http://schemas.openxmlformats.org/officeDocument/2006/relationships/hyperlink" Target="http://www.notrefamille.com/dictionnaire/definition/bourrer" TargetMode="External"/><Relationship Id="rId64" Type="http://schemas.openxmlformats.org/officeDocument/2006/relationships/hyperlink" Target="http://www.notrefamille.com/dictionnaire/definition/fermer" TargetMode="External"/><Relationship Id="rId69" Type="http://schemas.openxmlformats.org/officeDocument/2006/relationships/hyperlink" Target="http://www.notrefamille.com/dictionnaire/definition/mettre" TargetMode="External"/><Relationship Id="rId77" Type="http://schemas.openxmlformats.org/officeDocument/2006/relationships/hyperlink" Target="http://www.notrefamille.com/dictionnaire/definition/se_faire" TargetMode="External"/><Relationship Id="rId8" Type="http://schemas.openxmlformats.org/officeDocument/2006/relationships/hyperlink" Target="http://www.notrefamille.com/dictionnaire/definition/chien" TargetMode="External"/><Relationship Id="rId51" Type="http://schemas.openxmlformats.org/officeDocument/2006/relationships/hyperlink" Target="http://www.notrefamille.com/dictionnaire/definition/avoir_la_gueule_de_bois" TargetMode="External"/><Relationship Id="rId72" Type="http://schemas.openxmlformats.org/officeDocument/2006/relationships/hyperlink" Target="http://www.notrefamille.com/dictionnaire/definition/pousser" TargetMode="External"/><Relationship Id="rId80" Type="http://schemas.openxmlformats.org/officeDocument/2006/relationships/hyperlink" Target="http://www.notrefamille.com/dictionnaire/definition/se_fendre" TargetMode="External"/><Relationship Id="rId85" Type="http://schemas.openxmlformats.org/officeDocument/2006/relationships/hyperlink" Target="http://www.notrefamille.com/dictionnaire/definition/se_precipite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notrefamille.com/dictionnaire/definition/bois" TargetMode="External"/><Relationship Id="rId17" Type="http://schemas.openxmlformats.org/officeDocument/2006/relationships/hyperlink" Target="http://www.notrefamille.com/dictionnaire/definition/du" TargetMode="External"/><Relationship Id="rId25" Type="http://schemas.openxmlformats.org/officeDocument/2006/relationships/hyperlink" Target="http://www.notrefamille.com/dictionnaire/definition/me" TargetMode="External"/><Relationship Id="rId33" Type="http://schemas.openxmlformats.org/officeDocument/2006/relationships/hyperlink" Target="http://www.notrefamille.com/dictionnaire/definition/belle" TargetMode="External"/><Relationship Id="rId38" Type="http://schemas.openxmlformats.org/officeDocument/2006/relationships/hyperlink" Target="http://www.notrefamille.com/dictionnaire/definition/delit" TargetMode="External"/><Relationship Id="rId46" Type="http://schemas.openxmlformats.org/officeDocument/2006/relationships/hyperlink" Target="http://www.notrefamille.com/dictionnaire/definition/arracher" TargetMode="External"/><Relationship Id="rId59" Type="http://schemas.openxmlformats.org/officeDocument/2006/relationships/hyperlink" Target="http://www.notrefamille.com/dictionnaire/definition/a" TargetMode="External"/><Relationship Id="rId67" Type="http://schemas.openxmlformats.org/officeDocument/2006/relationships/hyperlink" Target="http://www.notrefamille.com/dictionnaire/definition/foutre_foutre" TargetMode="External"/><Relationship Id="rId20" Type="http://schemas.openxmlformats.org/officeDocument/2006/relationships/hyperlink" Target="http://www.notrefamille.com/dictionnaire/definition/emploi" TargetMode="External"/><Relationship Id="rId41" Type="http://schemas.openxmlformats.org/officeDocument/2006/relationships/hyperlink" Target="http://www.notrefamille.com/dictionnaire/definition/ton" TargetMode="External"/><Relationship Id="rId54" Type="http://schemas.openxmlformats.org/officeDocument/2006/relationships/hyperlink" Target="http://www.notrefamille.com/dictionnaire/definition/de_la" TargetMode="External"/><Relationship Id="rId62" Type="http://schemas.openxmlformats.org/officeDocument/2006/relationships/hyperlink" Target="http://www.notrefamille.com/dictionnaire/definition/emporter" TargetMode="External"/><Relationship Id="rId70" Type="http://schemas.openxmlformats.org/officeDocument/2006/relationships/hyperlink" Target="http://www.notrefamille.com/dictionnaire/definition/point" TargetMode="External"/><Relationship Id="rId75" Type="http://schemas.openxmlformats.org/officeDocument/2006/relationships/hyperlink" Target="http://www.notrefamille.com/dictionnaire/definition/saisir" TargetMode="External"/><Relationship Id="rId83" Type="http://schemas.openxmlformats.org/officeDocument/2006/relationships/hyperlink" Target="http://www.notrefamille.com/dictionnaire/definition/s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otrefamille.com/dictionnaire/definition/casse" TargetMode="External"/><Relationship Id="rId15" Type="http://schemas.openxmlformats.org/officeDocument/2006/relationships/hyperlink" Target="http://www.notrefamille.com/dictionnaire/definition/enterrement" TargetMode="External"/><Relationship Id="rId23" Type="http://schemas.openxmlformats.org/officeDocument/2006/relationships/hyperlink" Target="http://www.notrefamille.com/dictionnaire/definition/canon" TargetMode="External"/><Relationship Id="rId28" Type="http://schemas.openxmlformats.org/officeDocument/2006/relationships/hyperlink" Target="http://www.notrefamille.com/dictionnaire/definition/grand" TargetMode="External"/><Relationship Id="rId36" Type="http://schemas.openxmlformats.org/officeDocument/2006/relationships/hyperlink" Target="http://www.notrefamille.com/dictionnaire/definition/casse-gueule" TargetMode="External"/><Relationship Id="rId49" Type="http://schemas.openxmlformats.org/officeDocument/2006/relationships/hyperlink" Target="http://www.notrefamille.com/dictionnaire/definition/arriver" TargetMode="External"/><Relationship Id="rId57" Type="http://schemas.openxmlformats.org/officeDocument/2006/relationships/hyperlink" Target="http://www.notrefamille.com/dictionnaire/definition/quelqu_un" TargetMode="External"/><Relationship Id="rId10" Type="http://schemas.openxmlformats.org/officeDocument/2006/relationships/hyperlink" Target="http://www.notrefamille.com/dictionnaire/definition/brochet" TargetMode="External"/><Relationship Id="rId31" Type="http://schemas.openxmlformats.org/officeDocument/2006/relationships/hyperlink" Target="http://www.notrefamille.com/dictionnaire/definition/bonne" TargetMode="External"/><Relationship Id="rId44" Type="http://schemas.openxmlformats.org/officeDocument/2006/relationships/hyperlink" Target="http://www.notrefamille.com/dictionnaire/definition/prendre" TargetMode="External"/><Relationship Id="rId52" Type="http://schemas.openxmlformats.org/officeDocument/2006/relationships/hyperlink" Target="http://www.notrefamille.com/dictionnaire/definition/avoir" TargetMode="External"/><Relationship Id="rId60" Type="http://schemas.openxmlformats.org/officeDocument/2006/relationships/hyperlink" Target="http://www.notrefamille.com/dictionnaire/definition/charger" TargetMode="External"/><Relationship Id="rId65" Type="http://schemas.openxmlformats.org/officeDocument/2006/relationships/hyperlink" Target="http://www.notrefamille.com/dictionnaire/definition/le_ou_l_" TargetMode="External"/><Relationship Id="rId73" Type="http://schemas.openxmlformats.org/officeDocument/2006/relationships/hyperlink" Target="http://www.notrefamille.com/dictionnaire/definition/puer" TargetMode="External"/><Relationship Id="rId78" Type="http://schemas.openxmlformats.org/officeDocument/2006/relationships/hyperlink" Target="http://www.notrefamille.com/dictionnaire/definition/casser" TargetMode="External"/><Relationship Id="rId81" Type="http://schemas.openxmlformats.org/officeDocument/2006/relationships/hyperlink" Target="http://www.notrefamille.com/dictionnaire/definition/se_foutre_de" TargetMode="External"/><Relationship Id="rId86" Type="http://schemas.openxmlformats.org/officeDocument/2006/relationships/hyperlink" Target="http://www.notrefamille.com/dictionnaire/definition/tir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848A53AB</Template>
  <TotalTime>5</TotalTime>
  <Pages>1</Pages>
  <Words>1534</Words>
  <Characters>8749</Characters>
  <Application>Microsoft Office Word</Application>
  <DocSecurity>0</DocSecurity>
  <Lines>72</Lines>
  <Paragraphs>20</Paragraphs>
  <ScaleCrop>false</ScaleCrop>
  <Company>Upper Wharfedale School</Company>
  <LinksUpToDate>false</LinksUpToDate>
  <CharactersWithSpaces>10263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1</cp:revision>
  <dcterms:created xsi:type="dcterms:W3CDTF">2015-02-09T14:43:00Z</dcterms:created>
  <dcterms:modified xsi:type="dcterms:W3CDTF">2015-02-09T14:48:00Z</dcterms:modified>
</cp:coreProperties>
</file>